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6D1F">
        <w:rPr>
          <w:rFonts w:ascii="Corbel" w:hAnsi="Corbel"/>
          <w:b/>
          <w:smallCaps/>
          <w:sz w:val="24"/>
          <w:szCs w:val="24"/>
        </w:rPr>
        <w:t>202</w:t>
      </w:r>
      <w:r w:rsidR="005A4C74">
        <w:rPr>
          <w:rFonts w:ascii="Corbel" w:hAnsi="Corbel"/>
          <w:b/>
          <w:smallCaps/>
          <w:sz w:val="24"/>
          <w:szCs w:val="24"/>
        </w:rPr>
        <w:t>2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5A4C74">
        <w:rPr>
          <w:rFonts w:ascii="Corbel" w:hAnsi="Corbel"/>
          <w:b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D1F">
        <w:rPr>
          <w:rFonts w:ascii="Corbel" w:hAnsi="Corbel"/>
          <w:sz w:val="20"/>
          <w:szCs w:val="20"/>
        </w:rPr>
        <w:t>202</w:t>
      </w:r>
      <w:r w:rsidR="005A4C74">
        <w:rPr>
          <w:rFonts w:ascii="Corbel" w:hAnsi="Corbel"/>
          <w:sz w:val="20"/>
          <w:szCs w:val="20"/>
        </w:rPr>
        <w:t>3</w:t>
      </w:r>
      <w:r w:rsidR="00096D1F">
        <w:rPr>
          <w:rFonts w:ascii="Corbel" w:hAnsi="Corbel"/>
          <w:sz w:val="20"/>
          <w:szCs w:val="20"/>
        </w:rPr>
        <w:t>/202</w:t>
      </w:r>
      <w:r w:rsidR="005A4C74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B043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D4C3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B043B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12BA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7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046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0463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536B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7804B7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F29CE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tworzeni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analizy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grafiki komputerowej</w:t>
            </w:r>
            <w:r w:rsidR="009012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7BC4" w:rsidRPr="009C54AE" w:rsidTr="007804B7">
        <w:tc>
          <w:tcPr>
            <w:tcW w:w="844" w:type="dxa"/>
            <w:vAlign w:val="center"/>
          </w:tcPr>
          <w:p w:rsidR="007A7BC4" w:rsidRPr="009C54AE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7A7BC4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3F29CE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</w:t>
            </w:r>
            <w:r w:rsidR="00B62852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010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27B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 xml:space="preserve">ymieni i wyjaśni podstawowe 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ymieni </w:t>
            </w:r>
            <w:r w:rsidR="0013120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 programy graficzne, opisze ich wady i zalety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21B1F">
              <w:rPr>
                <w:rFonts w:ascii="Corbel" w:hAnsi="Corbel"/>
                <w:b w:val="0"/>
                <w:smallCaps w:val="0"/>
                <w:szCs w:val="24"/>
              </w:rPr>
              <w:t>aprojektuje grafikę komputerową w określonym celu, dobierze do realizacji odpowiedni program graficzny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914">
              <w:rPr>
                <w:rFonts w:ascii="Corbel" w:hAnsi="Corbel"/>
                <w:b w:val="0"/>
                <w:smallCaps w:val="0"/>
                <w:szCs w:val="24"/>
              </w:rPr>
              <w:t xml:space="preserve"> oparciu o technologie informacyjne rozwiąże problemy wynikające 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>ceni wykonany projekt graficzny</w:t>
            </w:r>
            <w:r w:rsidR="00EC2B6C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 xml:space="preserve"> niedoskonałości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9C54AE" w:rsidTr="00EE5B36">
        <w:trPr>
          <w:trHeight w:val="360"/>
        </w:trPr>
        <w:tc>
          <w:tcPr>
            <w:tcW w:w="9520" w:type="dxa"/>
          </w:tcPr>
          <w:p w:rsidR="00B65F46" w:rsidRPr="00EE5B36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Podstawy wykonywania obrazów cyfrowych.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Interfejs programu GIMP.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Narzędzia do zaznaczania i retuszu, praca na warstwach w programie GIMP,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Łączenie obrazu i tekstu w programie GIMP, banery dla Internetu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lastRenderedPageBreak/>
              <w:t>Wykonywania panoram w programie GIMP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9C54AE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Podstawy pakietu Corel. Wygląd ekranu, paski narzędziowe, powiększanie fragmentu obrazu, kalibracja narzędzi, barwy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Tworzenie obrazów przy wykorzystaniu podstawowych narzędzi pakietu Corel. Grupowanie i rozgrupowanie obiektów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tekstu i jego edycja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Kształt obiektów, przekształcanie w krzywe, łączenie obiektów, wyrównywanie i rozmieszczanie obiektów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Efekty w pakiecie Corel, stosowanie efektów do tekstu, dzielenie i usuwanie obiektów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warstw w pakiecie Corel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646A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646A3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praca z programami graficznymi, </w:t>
      </w:r>
      <w:r w:rsidR="00510277">
        <w:rPr>
          <w:rFonts w:ascii="Corbel" w:hAnsi="Corbel"/>
          <w:b w:val="0"/>
          <w:smallCaps w:val="0"/>
          <w:szCs w:val="24"/>
        </w:rPr>
        <w:t xml:space="preserve">projektowanie i </w:t>
      </w:r>
      <w:r>
        <w:rPr>
          <w:rFonts w:ascii="Corbel" w:hAnsi="Corbel"/>
          <w:b w:val="0"/>
          <w:smallCaps w:val="0"/>
          <w:szCs w:val="24"/>
        </w:rPr>
        <w:t>wyko</w:t>
      </w:r>
      <w:r w:rsidR="00816896">
        <w:rPr>
          <w:rFonts w:ascii="Corbel" w:hAnsi="Corbel"/>
          <w:b w:val="0"/>
          <w:smallCaps w:val="0"/>
          <w:szCs w:val="24"/>
        </w:rPr>
        <w:t>nywanie</w:t>
      </w:r>
      <w:r>
        <w:rPr>
          <w:rFonts w:ascii="Corbel" w:hAnsi="Corbel"/>
          <w:b w:val="0"/>
          <w:smallCaps w:val="0"/>
          <w:szCs w:val="24"/>
        </w:rPr>
        <w:t xml:space="preserve"> materiałów </w:t>
      </w:r>
      <w:r w:rsidR="00816896">
        <w:rPr>
          <w:rFonts w:ascii="Corbel" w:hAnsi="Corbel"/>
          <w:b w:val="0"/>
          <w:smallCaps w:val="0"/>
          <w:szCs w:val="24"/>
        </w:rPr>
        <w:t xml:space="preserve">graficznych. </w:t>
      </w:r>
      <w:r>
        <w:rPr>
          <w:rFonts w:ascii="Corbel" w:hAnsi="Corbel"/>
          <w:b w:val="0"/>
          <w:smallCaps w:val="0"/>
          <w:szCs w:val="24"/>
        </w:rPr>
        <w:t>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9F7BC2" w:rsidRDefault="008168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85747A" w:rsidRPr="009C54AE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  <w:r w:rsidR="009F7BC2">
              <w:rPr>
                <w:rFonts w:ascii="Corbel" w:hAnsi="Corbel"/>
                <w:b w:val="0"/>
                <w:szCs w:val="24"/>
              </w:rPr>
              <w:t>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6B06E4">
              <w:rPr>
                <w:rFonts w:ascii="Corbel" w:hAnsi="Corbel"/>
                <w:b w:val="0"/>
                <w:smallCaps w:val="0"/>
                <w:szCs w:val="24"/>
              </w:rPr>
              <w:t>projektu graficznego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F97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1A5D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i materiałów przygotowanych przez prowadzącego </w:t>
            </w:r>
          </w:p>
        </w:tc>
        <w:tc>
          <w:tcPr>
            <w:tcW w:w="4677" w:type="dxa"/>
          </w:tcPr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979D7"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7750F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C0E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E1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327A3" w:rsidRPr="00FE1389" w:rsidRDefault="00E327A3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>B</w:t>
            </w:r>
            <w:r w:rsidR="00FE1389">
              <w:rPr>
                <w:rFonts w:ascii="Corbel" w:hAnsi="Corbel"/>
                <w:b w:val="0"/>
                <w:smallCaps/>
                <w:sz w:val="24"/>
                <w:szCs w:val="24"/>
              </w:rPr>
              <w:t>aca</w:t>
            </w: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J., 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GIMP 2.10. Kurs video. Obróbka fotografii i tworzenie grafik</w:t>
            </w:r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>Videopoint</w:t>
            </w:r>
            <w:proofErr w:type="spellEnd"/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 xml:space="preserve"> 2018.</w:t>
            </w:r>
          </w:p>
          <w:p w:rsidR="00E327A3" w:rsidRPr="00FE1389" w:rsidRDefault="00D93EFD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Witkowski B., GIMP. Poznaj świat grafiki komputerowej, Wyd. Helion 2019.</w:t>
            </w:r>
          </w:p>
          <w:p w:rsidR="00FE1389" w:rsidRPr="00FE1389" w:rsidRDefault="00FE1389" w:rsidP="00510354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H</w:t>
            </w:r>
            <w:r>
              <w:rPr>
                <w:rFonts w:ascii="Corbel" w:hAnsi="Corbel"/>
                <w:b w:val="0"/>
                <w:sz w:val="24"/>
                <w:szCs w:val="24"/>
              </w:rPr>
              <w:t>allada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 xml:space="preserve"> M., Podstawy tworzenia materiałów dydaktycznych w formie fotografii, (w:) Czerski W., Wawer R., Nowoczesne media w przestrzeniach edukacyjnych, Wydawnictwo Uniwersytetu Marii Curie – Skłodowskiej, Lublin 2015, s. 65 – 76.</w:t>
            </w:r>
          </w:p>
          <w:p w:rsidR="00070136" w:rsidRPr="00FE1389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2206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:rsidR="008D2DF2" w:rsidRPr="007A7BC4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A7B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https://corel.sklep.pl/podreczniki-do-pobrania-pm-36.html</w:t>
            </w:r>
          </w:p>
          <w:p w:rsidR="008C6D5F" w:rsidRPr="007A7BC4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</w:tbl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A59" w:rsidRDefault="00D75A59" w:rsidP="00C16ABF">
      <w:pPr>
        <w:spacing w:after="0" w:line="240" w:lineRule="auto"/>
      </w:pPr>
      <w:r>
        <w:separator/>
      </w:r>
    </w:p>
  </w:endnote>
  <w:endnote w:type="continuationSeparator" w:id="0">
    <w:p w:rsidR="00D75A59" w:rsidRDefault="00D75A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A59" w:rsidRDefault="00D75A59" w:rsidP="00C16ABF">
      <w:pPr>
        <w:spacing w:after="0" w:line="240" w:lineRule="auto"/>
      </w:pPr>
      <w:r>
        <w:separator/>
      </w:r>
    </w:p>
  </w:footnote>
  <w:footnote w:type="continuationSeparator" w:id="0">
    <w:p w:rsidR="00D75A59" w:rsidRDefault="00D75A5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A0"/>
    <w:rsid w:val="000742DC"/>
    <w:rsid w:val="00084C12"/>
    <w:rsid w:val="0009462C"/>
    <w:rsid w:val="00094B12"/>
    <w:rsid w:val="00096C46"/>
    <w:rsid w:val="00096D1F"/>
    <w:rsid w:val="000A296F"/>
    <w:rsid w:val="000A2A28"/>
    <w:rsid w:val="000A3AB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1200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801DE"/>
    <w:rsid w:val="00192F37"/>
    <w:rsid w:val="001A70D2"/>
    <w:rsid w:val="001D205D"/>
    <w:rsid w:val="001D657B"/>
    <w:rsid w:val="001D7B54"/>
    <w:rsid w:val="001E0209"/>
    <w:rsid w:val="001F060F"/>
    <w:rsid w:val="001F2CA2"/>
    <w:rsid w:val="00201854"/>
    <w:rsid w:val="00205A05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4DE9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9C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277"/>
    <w:rsid w:val="00510354"/>
    <w:rsid w:val="00513B6F"/>
    <w:rsid w:val="00517C63"/>
    <w:rsid w:val="00521B1F"/>
    <w:rsid w:val="00526C94"/>
    <w:rsid w:val="005363C4"/>
    <w:rsid w:val="00536BDE"/>
    <w:rsid w:val="00536BE0"/>
    <w:rsid w:val="00543ACC"/>
    <w:rsid w:val="005509E1"/>
    <w:rsid w:val="00552B77"/>
    <w:rsid w:val="00560CBC"/>
    <w:rsid w:val="0056696D"/>
    <w:rsid w:val="005714A2"/>
    <w:rsid w:val="00573EF9"/>
    <w:rsid w:val="0059484D"/>
    <w:rsid w:val="005A0855"/>
    <w:rsid w:val="005A3196"/>
    <w:rsid w:val="005A4C74"/>
    <w:rsid w:val="005C080F"/>
    <w:rsid w:val="005C55E5"/>
    <w:rsid w:val="005C696A"/>
    <w:rsid w:val="005E02BD"/>
    <w:rsid w:val="005E5E36"/>
    <w:rsid w:val="005E6E85"/>
    <w:rsid w:val="005F31D2"/>
    <w:rsid w:val="0061029B"/>
    <w:rsid w:val="00612BA8"/>
    <w:rsid w:val="00617230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B06E4"/>
    <w:rsid w:val="006D050F"/>
    <w:rsid w:val="006D6139"/>
    <w:rsid w:val="006E5D65"/>
    <w:rsid w:val="006E6C94"/>
    <w:rsid w:val="006F1282"/>
    <w:rsid w:val="006F1FBC"/>
    <w:rsid w:val="006F2B7D"/>
    <w:rsid w:val="006F31E2"/>
    <w:rsid w:val="007046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4C3D"/>
    <w:rsid w:val="007D6E56"/>
    <w:rsid w:val="007F1652"/>
    <w:rsid w:val="007F4155"/>
    <w:rsid w:val="00811B7F"/>
    <w:rsid w:val="0081554D"/>
    <w:rsid w:val="00816896"/>
    <w:rsid w:val="0081707E"/>
    <w:rsid w:val="00833A6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5F"/>
    <w:rsid w:val="008D2DF2"/>
    <w:rsid w:val="008D3DFB"/>
    <w:rsid w:val="008E64F4"/>
    <w:rsid w:val="008F12C9"/>
    <w:rsid w:val="008F6E29"/>
    <w:rsid w:val="00901250"/>
    <w:rsid w:val="009025BA"/>
    <w:rsid w:val="00916188"/>
    <w:rsid w:val="00923D7D"/>
    <w:rsid w:val="009508DF"/>
    <w:rsid w:val="00950DAC"/>
    <w:rsid w:val="00954A07"/>
    <w:rsid w:val="00977269"/>
    <w:rsid w:val="00977C8C"/>
    <w:rsid w:val="00992ADA"/>
    <w:rsid w:val="00997F14"/>
    <w:rsid w:val="009A78D9"/>
    <w:rsid w:val="009C1331"/>
    <w:rsid w:val="009C3E31"/>
    <w:rsid w:val="009C54AE"/>
    <w:rsid w:val="009C673C"/>
    <w:rsid w:val="009C788E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3B64"/>
    <w:rsid w:val="00A53FA5"/>
    <w:rsid w:val="00A54817"/>
    <w:rsid w:val="00A601C8"/>
    <w:rsid w:val="00A60799"/>
    <w:rsid w:val="00A646A3"/>
    <w:rsid w:val="00A84C85"/>
    <w:rsid w:val="00A96F91"/>
    <w:rsid w:val="00A97DE1"/>
    <w:rsid w:val="00AB043B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2061"/>
    <w:rsid w:val="00B23CCF"/>
    <w:rsid w:val="00B3130B"/>
    <w:rsid w:val="00B40ADB"/>
    <w:rsid w:val="00B41247"/>
    <w:rsid w:val="00B43B77"/>
    <w:rsid w:val="00B43E80"/>
    <w:rsid w:val="00B57645"/>
    <w:rsid w:val="00B607DB"/>
    <w:rsid w:val="00B62852"/>
    <w:rsid w:val="00B63259"/>
    <w:rsid w:val="00B65F46"/>
    <w:rsid w:val="00B66529"/>
    <w:rsid w:val="00B74B1F"/>
    <w:rsid w:val="00B75946"/>
    <w:rsid w:val="00B8056E"/>
    <w:rsid w:val="00B819C8"/>
    <w:rsid w:val="00B82308"/>
    <w:rsid w:val="00B87760"/>
    <w:rsid w:val="00B90885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7BF"/>
    <w:rsid w:val="00D02B25"/>
    <w:rsid w:val="00D02EBA"/>
    <w:rsid w:val="00D17C3C"/>
    <w:rsid w:val="00D26B2C"/>
    <w:rsid w:val="00D352C9"/>
    <w:rsid w:val="00D425B2"/>
    <w:rsid w:val="00D428D6"/>
    <w:rsid w:val="00D5282A"/>
    <w:rsid w:val="00D552B2"/>
    <w:rsid w:val="00D608D1"/>
    <w:rsid w:val="00D74119"/>
    <w:rsid w:val="00D75A59"/>
    <w:rsid w:val="00D8075B"/>
    <w:rsid w:val="00D824F2"/>
    <w:rsid w:val="00D8678B"/>
    <w:rsid w:val="00D93EFD"/>
    <w:rsid w:val="00DA2114"/>
    <w:rsid w:val="00DB5EA4"/>
    <w:rsid w:val="00DE09C0"/>
    <w:rsid w:val="00DE4A14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327A3"/>
    <w:rsid w:val="00E51E44"/>
    <w:rsid w:val="00E52282"/>
    <w:rsid w:val="00E63348"/>
    <w:rsid w:val="00E77E88"/>
    <w:rsid w:val="00E8107D"/>
    <w:rsid w:val="00E960BB"/>
    <w:rsid w:val="00E96254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F010BE"/>
    <w:rsid w:val="00F070AB"/>
    <w:rsid w:val="00F17567"/>
    <w:rsid w:val="00F27A7B"/>
    <w:rsid w:val="00F526AF"/>
    <w:rsid w:val="00F617C3"/>
    <w:rsid w:val="00F7066B"/>
    <w:rsid w:val="00F83B28"/>
    <w:rsid w:val="00F979D7"/>
    <w:rsid w:val="00FA46E5"/>
    <w:rsid w:val="00FB7DBA"/>
    <w:rsid w:val="00FC0E11"/>
    <w:rsid w:val="00FC1C25"/>
    <w:rsid w:val="00FC3F45"/>
    <w:rsid w:val="00FD503F"/>
    <w:rsid w:val="00FD7589"/>
    <w:rsid w:val="00FE13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9A69"/>
  <w15:docId w15:val="{8E5A8210-B021-47CE-A151-444D949E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32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327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BCA29-EADC-4457-92CF-1CE333B6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5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28</cp:revision>
  <cp:lastPrinted>2020-01-14T10:59:00Z</cp:lastPrinted>
  <dcterms:created xsi:type="dcterms:W3CDTF">2022-03-27T17:19:00Z</dcterms:created>
  <dcterms:modified xsi:type="dcterms:W3CDTF">2022-05-29T14:12:00Z</dcterms:modified>
</cp:coreProperties>
</file>